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szCs w:val="32"/>
        </w:rPr>
      </w:pPr>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江门产业转移工业园台山园区环境影响跟踪评价报告书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44EB321A"/>
    <w:rsid w:val="4CDC6A4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
    <w:basedOn w:val="1"/>
    <w:qFormat/>
    <w:uiPriority w:val="0"/>
    <w:pPr>
      <w:spacing w:line="480" w:lineRule="exact"/>
      <w:ind w:firstLine="480"/>
    </w:pPr>
    <w:rPr>
      <w:rFonts w:hAnsi="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lmy</cp:lastModifiedBy>
  <dcterms:modified xsi:type="dcterms:W3CDTF">2021-01-18T02:14:55Z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